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E8B3008-6A76-4A3F-9CFD-27C0E15925FD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